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CC9" w:rsidRPr="005D3A72" w:rsidRDefault="005D3A72" w:rsidP="005D3A72">
      <w:pPr>
        <w:jc w:val="center"/>
        <w:rPr>
          <w:rFonts w:ascii="Jokerman" w:hAnsi="Jokerman"/>
          <w:color w:val="FF0000"/>
          <w:sz w:val="48"/>
          <w:szCs w:val="48"/>
        </w:rPr>
      </w:pPr>
      <w:r w:rsidRPr="005D3A72">
        <w:rPr>
          <w:rFonts w:ascii="Jokerman" w:hAnsi="Jokerman"/>
          <w:color w:val="FF0000"/>
          <w:sz w:val="48"/>
          <w:szCs w:val="48"/>
        </w:rPr>
        <w:t>SIMILES AND METAPHORS</w:t>
      </w:r>
    </w:p>
    <w:p w:rsidR="00B617C7" w:rsidRDefault="00B617C7"/>
    <w:p w:rsidR="005D3A72" w:rsidRDefault="00857A95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r>
        <w:rPr>
          <w:color w:val="auto"/>
          <w:kern w:val="0"/>
          <w:sz w:val="24"/>
          <w:szCs w:val="24"/>
          <w14:ligatures w14:val="none"/>
          <w14:cntxtAlts w14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6.55pt;margin-top:2.85pt;width:83.3pt;height:98.4pt;z-index:251658752" o:cliptowrap="t">
            <v:imagedata r:id="rId7" o:title="" croptop="8890f" cropbottom="2979f" cropright="5872f"/>
          </v:shape>
          <o:OLEObject Type="Embed" ProgID="Word.Document.8" ShapeID="_x0000_s1026" DrawAspect="Content" ObjectID="_1363691018" r:id="rId8"/>
        </w:pict>
      </w: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857A95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r>
        <w:rPr>
          <w:color w:val="auto"/>
          <w:kern w:val="0"/>
          <w:sz w:val="24"/>
          <w:szCs w:val="24"/>
          <w14:ligatures w14:val="none"/>
          <w14:cntxtAlts w14:val="0"/>
        </w:rPr>
        <w:pict>
          <v:shape id="_x0000_s1027" type="#_x0000_t75" style="position:absolute;left:0;text-align:left;margin-left:12.85pt;margin-top:10.4pt;width:108.8pt;height:74.2pt;z-index:251659776;mso-position-horizontal-relative:text;mso-position-vertical-relative:text" o:cliptowrap="t">
            <v:imagedata r:id="rId9" o:title="" croptop="12308f" cropbottom="7074f" cropleft="1376f" cropright="3612f"/>
          </v:shape>
          <o:OLEObject Type="Embed" ProgID="Word.Document.8" ShapeID="_x0000_s1027" DrawAspect="Content" ObjectID="_1363691019" r:id="rId10"/>
        </w:pict>
      </w: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0" distB="0" distL="114300" distR="114300" simplePos="0" relativeHeight="251656704" behindDoc="0" locked="0" layoutInCell="1" allowOverlap="1" wp14:anchorId="09648EAC" wp14:editId="71C2046B">
            <wp:simplePos x="0" y="0"/>
            <wp:positionH relativeFrom="column">
              <wp:posOffset>318135</wp:posOffset>
            </wp:positionH>
            <wp:positionV relativeFrom="paragraph">
              <wp:posOffset>294640</wp:posOffset>
            </wp:positionV>
            <wp:extent cx="784860" cy="1438910"/>
            <wp:effectExtent l="0" t="0" r="0" b="88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61" t="15292" r="12781" b="44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143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0" distB="0" distL="114300" distR="114300" simplePos="0" relativeHeight="251657728" behindDoc="0" locked="0" layoutInCell="1" allowOverlap="1" wp14:anchorId="244ACBEA" wp14:editId="647DA593">
            <wp:simplePos x="0" y="0"/>
            <wp:positionH relativeFrom="column">
              <wp:posOffset>248285</wp:posOffset>
            </wp:positionH>
            <wp:positionV relativeFrom="paragraph">
              <wp:posOffset>119380</wp:posOffset>
            </wp:positionV>
            <wp:extent cx="1203960" cy="13017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2" t="14815" r="10236" b="92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130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bookmarkStart w:id="0" w:name="_GoBack"/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0" distB="0" distL="114300" distR="114300" simplePos="0" relativeHeight="251655680" behindDoc="0" locked="0" layoutInCell="1" allowOverlap="1" wp14:anchorId="32D78170" wp14:editId="108D6FB8">
            <wp:simplePos x="0" y="0"/>
            <wp:positionH relativeFrom="column">
              <wp:posOffset>175260</wp:posOffset>
            </wp:positionH>
            <wp:positionV relativeFrom="paragraph">
              <wp:posOffset>36195</wp:posOffset>
            </wp:positionV>
            <wp:extent cx="1371600" cy="983615"/>
            <wp:effectExtent l="0" t="0" r="0" b="6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85" r="9448" b="134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83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rPr>
          <w:rFonts w:ascii="Franklin Gothic Book" w:hAnsi="Franklin Gothic Book"/>
          <w:b/>
          <w:i/>
          <w:sz w:val="18"/>
          <w:szCs w:val="18"/>
        </w:rPr>
      </w:pPr>
    </w:p>
    <w:p w:rsidR="005D3A72" w:rsidRDefault="005D3A72" w:rsidP="005D3A72">
      <w:pPr>
        <w:rPr>
          <w:rFonts w:ascii="Franklin Gothic Book" w:hAnsi="Franklin Gothic Book"/>
          <w:b/>
          <w:i/>
          <w:sz w:val="18"/>
          <w:szCs w:val="18"/>
        </w:rPr>
      </w:pPr>
    </w:p>
    <w:p w:rsidR="005D3A72" w:rsidRPr="005D3A72" w:rsidRDefault="005D3A72" w:rsidP="005D3A72">
      <w:pPr>
        <w:rPr>
          <w:rFonts w:ascii="Franklin Gothic Book" w:hAnsi="Franklin Gothic Book"/>
          <w:b/>
          <w:i/>
          <w:sz w:val="28"/>
          <w:szCs w:val="28"/>
        </w:rPr>
      </w:pPr>
      <w:r w:rsidRPr="005D3A72">
        <w:rPr>
          <w:rFonts w:ascii="Franklin Gothic Book" w:hAnsi="Franklin Gothic Book"/>
          <w:b/>
          <w:i/>
          <w:sz w:val="28"/>
          <w:szCs w:val="28"/>
        </w:rPr>
        <w:lastRenderedPageBreak/>
        <w:t>WALT: write metaphors and similes using interesting adjectives.</w:t>
      </w:r>
    </w:p>
    <w:p w:rsidR="005D3A72" w:rsidRPr="005D3A72" w:rsidRDefault="005D3A72" w:rsidP="005D3A72">
      <w:pPr>
        <w:rPr>
          <w:rFonts w:ascii="Franklin Gothic Book" w:hAnsi="Franklin Gothic Book"/>
          <w:i/>
          <w:sz w:val="28"/>
          <w:szCs w:val="28"/>
        </w:rPr>
      </w:pPr>
    </w:p>
    <w:p w:rsidR="005D3A72" w:rsidRPr="005D3A72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</w:rPr>
      </w:pPr>
      <w:r w:rsidRPr="005D3A72">
        <w:rPr>
          <w:rFonts w:ascii="Franklin Gothic Book" w:hAnsi="Franklin Gothic Book"/>
          <w:sz w:val="28"/>
          <w:szCs w:val="28"/>
        </w:rPr>
        <w:t>Includes a noun that relates to the subject</w:t>
      </w:r>
    </w:p>
    <w:p w:rsidR="005D3A72" w:rsidRPr="005D3A72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</w:rPr>
      </w:pPr>
      <w:r w:rsidRPr="005D3A72">
        <w:rPr>
          <w:rFonts w:ascii="Franklin Gothic Book" w:hAnsi="Franklin Gothic Book"/>
          <w:sz w:val="28"/>
          <w:szCs w:val="28"/>
        </w:rPr>
        <w:t>An interesting adjective should come before each noun</w:t>
      </w:r>
    </w:p>
    <w:p w:rsidR="005D3A72" w:rsidRPr="005D3A72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</w:rPr>
      </w:pPr>
      <w:r w:rsidRPr="005D3A72">
        <w:rPr>
          <w:rFonts w:ascii="Franklin Gothic Book" w:hAnsi="Franklin Gothic Book"/>
          <w:sz w:val="28"/>
          <w:szCs w:val="28"/>
        </w:rPr>
        <w:t>Use the key words (‘is’, ‘as’, ‘like’)</w:t>
      </w:r>
    </w:p>
    <w:p w:rsidR="005D3A72" w:rsidRPr="005D3A72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</w:rPr>
      </w:pPr>
      <w:r w:rsidRPr="005D3A72">
        <w:rPr>
          <w:rFonts w:ascii="Franklin Gothic Book" w:hAnsi="Franklin Gothic Book"/>
          <w:sz w:val="28"/>
          <w:szCs w:val="28"/>
        </w:rPr>
        <w:t>Language creates an image in the readers mind</w:t>
      </w:r>
    </w:p>
    <w:p w:rsidR="005D3A72" w:rsidRPr="005D3A72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</w:rPr>
      </w:pPr>
      <w:r w:rsidRPr="005D3A72">
        <w:rPr>
          <w:rFonts w:ascii="Franklin Gothic Book" w:hAnsi="Franklin Gothic Book"/>
          <w:sz w:val="28"/>
          <w:szCs w:val="28"/>
        </w:rPr>
        <w:t>Analogy should make sense</w:t>
      </w:r>
    </w:p>
    <w:p w:rsidR="005D3A72" w:rsidRPr="005D3A72" w:rsidRDefault="005D3A72" w:rsidP="005D3A72">
      <w:pPr>
        <w:rPr>
          <w:rFonts w:ascii="Franklin Gothic Book" w:hAnsi="Franklin Gothic Book"/>
          <w:sz w:val="28"/>
          <w:szCs w:val="28"/>
        </w:rPr>
      </w:pPr>
    </w:p>
    <w:p w:rsidR="005D3A72" w:rsidRPr="005D3A72" w:rsidRDefault="005D3A72" w:rsidP="005D3A72">
      <w:pPr>
        <w:rPr>
          <w:rFonts w:ascii="Franklin Gothic Book" w:hAnsi="Franklin Gothic Book"/>
          <w:b/>
          <w:sz w:val="28"/>
          <w:szCs w:val="28"/>
        </w:rPr>
      </w:pPr>
    </w:p>
    <w:p w:rsidR="005D3A72" w:rsidRPr="005D3A72" w:rsidRDefault="005D3A72" w:rsidP="005D3A72">
      <w:pPr>
        <w:rPr>
          <w:rFonts w:ascii="Franklin Gothic Book" w:hAnsi="Franklin Gothic Book"/>
          <w:b/>
          <w:sz w:val="28"/>
          <w:szCs w:val="28"/>
        </w:rPr>
      </w:pPr>
      <w:r w:rsidRPr="005D3A72">
        <w:rPr>
          <w:rFonts w:ascii="Franklin Gothic Book" w:hAnsi="Franklin Gothic Book"/>
          <w:b/>
          <w:sz w:val="28"/>
          <w:szCs w:val="28"/>
        </w:rPr>
        <w:t>REFLECTIVE COMMENT:</w:t>
      </w: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B02A15" w:rsidRPr="00B02A15" w:rsidRDefault="00B02A15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sectPr w:rsidR="00B02A15" w:rsidRPr="00B02A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8425E"/>
    <w:multiLevelType w:val="hybridMultilevel"/>
    <w:tmpl w:val="A3B842E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CC9"/>
    <w:rsid w:val="00147CC9"/>
    <w:rsid w:val="005D3A72"/>
    <w:rsid w:val="00857A95"/>
    <w:rsid w:val="008A0BB0"/>
    <w:rsid w:val="008A49F2"/>
    <w:rsid w:val="00B02A15"/>
    <w:rsid w:val="00B617C7"/>
    <w:rsid w:val="00BC3637"/>
    <w:rsid w:val="00E207C4"/>
    <w:rsid w:val="00E74E80"/>
    <w:rsid w:val="00FE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CC9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CC9"/>
    <w:pPr>
      <w:ind w:left="720"/>
      <w:contextualSpacing/>
    </w:pPr>
    <w:rPr>
      <w:color w:val="auto"/>
      <w:kern w:val="0"/>
      <w:sz w:val="24"/>
      <w:szCs w:val="24"/>
      <w:lang w:val="en-US" w:eastAsia="en-US"/>
      <w14:ligatures w14:val="none"/>
      <w14:cntxtAlts w14:val="0"/>
    </w:rPr>
  </w:style>
  <w:style w:type="paragraph" w:styleId="NoSpacing">
    <w:name w:val="No Spacing"/>
    <w:uiPriority w:val="1"/>
    <w:qFormat/>
    <w:rsid w:val="008A0BB0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CC9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CC9"/>
    <w:pPr>
      <w:ind w:left="720"/>
      <w:contextualSpacing/>
    </w:pPr>
    <w:rPr>
      <w:color w:val="auto"/>
      <w:kern w:val="0"/>
      <w:sz w:val="24"/>
      <w:szCs w:val="24"/>
      <w:lang w:val="en-US" w:eastAsia="en-US"/>
      <w14:ligatures w14:val="none"/>
      <w14:cntxtAlts w14:val="0"/>
    </w:rPr>
  </w:style>
  <w:style w:type="paragraph" w:styleId="NoSpacing">
    <w:name w:val="No Spacing"/>
    <w:uiPriority w:val="1"/>
    <w:qFormat/>
    <w:rsid w:val="008A0BB0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1.doc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Microsoft_Word_97_-_2003_Document2.doc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37ECB-BFC4-4F56-99EC-CF5D7EE72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943B2C8D</Template>
  <TotalTime>0</TotalTime>
  <Pages>2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u_wkstn0001</cp:lastModifiedBy>
  <cp:revision>3</cp:revision>
  <dcterms:created xsi:type="dcterms:W3CDTF">2011-04-07T02:03:00Z</dcterms:created>
  <dcterms:modified xsi:type="dcterms:W3CDTF">2011-04-07T02:17:00Z</dcterms:modified>
</cp:coreProperties>
</file>